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11B" w:rsidRPr="009162CB" w:rsidRDefault="00AA311B" w:rsidP="00713566">
      <w:pPr>
        <w:jc w:val="both"/>
        <w:rPr>
          <w:rFonts w:ascii="Antique Olive" w:hAnsi="Antique Olive"/>
          <w:b/>
          <w:i/>
          <w:color w:val="FF0000"/>
          <w:sz w:val="40"/>
          <w:szCs w:val="40"/>
          <w:u w:val="single"/>
        </w:rPr>
      </w:pPr>
      <w:r w:rsidRPr="009162CB">
        <w:rPr>
          <w:rFonts w:ascii="Antique Olive" w:hAnsi="Antique Olive"/>
          <w:b/>
          <w:i/>
          <w:color w:val="FF0000"/>
          <w:sz w:val="40"/>
          <w:szCs w:val="40"/>
          <w:u w:val="single"/>
        </w:rPr>
        <w:t>ACOLLIDA  AL</w:t>
      </w:r>
      <w:r>
        <w:rPr>
          <w:rFonts w:ascii="Antique Olive" w:hAnsi="Antique Olive"/>
          <w:b/>
          <w:i/>
          <w:color w:val="FF0000"/>
          <w:sz w:val="40"/>
          <w:szCs w:val="40"/>
          <w:u w:val="single"/>
        </w:rPr>
        <w:t>UMNAT</w:t>
      </w:r>
      <w:r w:rsidRPr="009162CB">
        <w:rPr>
          <w:rFonts w:ascii="Antique Olive" w:hAnsi="Antique Olive"/>
          <w:b/>
          <w:i/>
          <w:color w:val="FF0000"/>
          <w:sz w:val="40"/>
          <w:szCs w:val="40"/>
          <w:u w:val="single"/>
        </w:rPr>
        <w:t xml:space="preserve">  D’ESO</w:t>
      </w:r>
    </w:p>
    <w:p w:rsidR="00AA311B" w:rsidRPr="009162CB" w:rsidRDefault="00AA311B" w:rsidP="00713566">
      <w:pPr>
        <w:jc w:val="both"/>
        <w:rPr>
          <w:rFonts w:ascii="Bookman Old Style" w:hAnsi="Bookman Old Style"/>
        </w:rPr>
      </w:pPr>
    </w:p>
    <w:p w:rsidR="00AA311B" w:rsidRPr="009162CB" w:rsidRDefault="00AA311B" w:rsidP="00713566">
      <w:pPr>
        <w:jc w:val="both"/>
        <w:rPr>
          <w:rFonts w:ascii="Bookman Old Style" w:hAnsi="Bookman Old Style"/>
          <w:b/>
          <w:u w:val="single"/>
        </w:rPr>
      </w:pPr>
    </w:p>
    <w:p w:rsidR="00AA311B" w:rsidRPr="009162CB" w:rsidRDefault="00AA311B" w:rsidP="00713566">
      <w:pPr>
        <w:jc w:val="both"/>
        <w:rPr>
          <w:rFonts w:ascii="Bookman Old Style" w:hAnsi="Bookman Old Style"/>
          <w:b/>
        </w:rPr>
      </w:pPr>
    </w:p>
    <w:p w:rsidR="00AA311B" w:rsidRDefault="00AA311B" w:rsidP="00713566">
      <w:pPr>
        <w:jc w:val="both"/>
        <w:rPr>
          <w:rFonts w:ascii="Bookman Old Style" w:hAnsi="Bookman Old Style"/>
        </w:rPr>
      </w:pPr>
      <w:r w:rsidRPr="009162CB">
        <w:rPr>
          <w:rFonts w:ascii="Bookman Old Style" w:hAnsi="Bookman Old Style"/>
          <w:b/>
        </w:rPr>
        <w:t>1</w:t>
      </w:r>
      <w:r w:rsidRPr="009162CB">
        <w:rPr>
          <w:rFonts w:ascii="Bookman Old Style" w:hAnsi="Bookman Old Style"/>
        </w:rPr>
        <w:t xml:space="preserve">.- </w:t>
      </w:r>
      <w:r>
        <w:rPr>
          <w:rFonts w:ascii="Bookman Old Style" w:hAnsi="Bookman Old Style"/>
        </w:rPr>
        <w:t xml:space="preserve"> Rebuda de l’alumnat </w:t>
      </w:r>
      <w:r w:rsidRPr="009162CB">
        <w:rPr>
          <w:rFonts w:ascii="Bookman Old Style" w:hAnsi="Bookman Old Style"/>
        </w:rPr>
        <w:t>a la bib</w:t>
      </w:r>
      <w:r>
        <w:rPr>
          <w:rFonts w:ascii="Bookman Old Style" w:hAnsi="Bookman Old Style"/>
        </w:rPr>
        <w:t>lioteca per part de la Direcció i del professorat d’ESO.</w:t>
      </w:r>
      <w:r w:rsidRPr="009162CB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Després d’haver repassat les normes bàsiques, e</w:t>
      </w:r>
      <w:r w:rsidRPr="009162CB">
        <w:rPr>
          <w:rFonts w:ascii="Bookman Old Style" w:hAnsi="Bookman Old Style"/>
        </w:rPr>
        <w:t>s passa llista i cadascú se’n va amb el seu grup, el/la tutor/a i l’Equip Docent corresponent.</w:t>
      </w:r>
      <w:r>
        <w:rPr>
          <w:rFonts w:ascii="Bookman Old Style" w:hAnsi="Bookman Old Style"/>
        </w:rPr>
        <w:t xml:space="preserve"> Més o menys, mitja hora de durada.</w:t>
      </w:r>
    </w:p>
    <w:p w:rsidR="00AA311B" w:rsidRPr="009162CB" w:rsidRDefault="00AA311B" w:rsidP="00713566">
      <w:pPr>
        <w:jc w:val="both"/>
        <w:rPr>
          <w:rFonts w:ascii="Bookman Old Style" w:hAnsi="Bookman Old Style"/>
        </w:rPr>
      </w:pPr>
    </w:p>
    <w:p w:rsidR="00AA311B" w:rsidRPr="009162CB" w:rsidRDefault="00AA311B" w:rsidP="0071356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2</w:t>
      </w:r>
      <w:r>
        <w:rPr>
          <w:rFonts w:ascii="Bookman Old Style" w:hAnsi="Bookman Old Style"/>
        </w:rPr>
        <w:t xml:space="preserve"> </w:t>
      </w:r>
      <w:r w:rsidRPr="009162CB">
        <w:rPr>
          <w:rFonts w:ascii="Bookman Old Style" w:hAnsi="Bookman Old Style"/>
        </w:rPr>
        <w:t xml:space="preserve">.- Un cop a l’aula corresponent, </w:t>
      </w:r>
      <w:r>
        <w:rPr>
          <w:rFonts w:ascii="Bookman Old Style" w:hAnsi="Bookman Old Style"/>
        </w:rPr>
        <w:t>en més o menys una hora, farem</w:t>
      </w:r>
      <w:r w:rsidRPr="009162CB">
        <w:rPr>
          <w:rFonts w:ascii="Bookman Old Style" w:hAnsi="Bookman Old Style"/>
        </w:rPr>
        <w:t xml:space="preserve"> les següents tasques:</w:t>
      </w:r>
    </w:p>
    <w:p w:rsidR="00AA311B" w:rsidRPr="009162CB" w:rsidRDefault="00AA311B" w:rsidP="00713566">
      <w:pPr>
        <w:jc w:val="both"/>
        <w:rPr>
          <w:rFonts w:ascii="Bookman Old Style" w:hAnsi="Bookman Old Style"/>
        </w:rPr>
      </w:pPr>
    </w:p>
    <w:p w:rsidR="00AA311B" w:rsidRPr="009162CB" w:rsidRDefault="00AA311B" w:rsidP="00713566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 w:rsidRPr="009162CB">
        <w:rPr>
          <w:rFonts w:ascii="Bookman Old Style" w:hAnsi="Bookman Old Style"/>
        </w:rPr>
        <w:t>Presentació a l’aula del/de la tutor/a i, un per un, dels membres del seu Equip Docent.</w:t>
      </w:r>
    </w:p>
    <w:p w:rsidR="00AA311B" w:rsidRPr="009162CB" w:rsidRDefault="00AA311B" w:rsidP="00713566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 w:rsidRPr="009162CB">
        <w:rPr>
          <w:rFonts w:ascii="Bookman Old Style" w:hAnsi="Bookman Old Style"/>
        </w:rPr>
        <w:t xml:space="preserve">Cada alumne/a es presenta breument (on viu, </w:t>
      </w:r>
      <w:r>
        <w:rPr>
          <w:rFonts w:ascii="Bookman Old Style" w:hAnsi="Bookman Old Style"/>
        </w:rPr>
        <w:t xml:space="preserve">quina edat té, </w:t>
      </w:r>
      <w:r w:rsidRPr="009162CB">
        <w:rPr>
          <w:rFonts w:ascii="Bookman Old Style" w:hAnsi="Bookman Old Style"/>
        </w:rPr>
        <w:t xml:space="preserve">de quin centre </w:t>
      </w:r>
      <w:r>
        <w:rPr>
          <w:rFonts w:ascii="Bookman Old Style" w:hAnsi="Bookman Old Style"/>
        </w:rPr>
        <w:t>ve</w:t>
      </w:r>
      <w:r w:rsidRPr="009162CB">
        <w:rPr>
          <w:rFonts w:ascii="Bookman Old Style" w:hAnsi="Bookman Old Style"/>
        </w:rPr>
        <w:t>...)</w:t>
      </w:r>
      <w:r>
        <w:rPr>
          <w:rFonts w:ascii="Bookman Old Style" w:hAnsi="Bookman Old Style"/>
        </w:rPr>
        <w:t xml:space="preserve"> </w:t>
      </w:r>
      <w:r w:rsidRPr="009162CB">
        <w:rPr>
          <w:rFonts w:ascii="Bookman Old Style" w:hAnsi="Bookman Old Style"/>
        </w:rPr>
        <w:t>.</w:t>
      </w:r>
    </w:p>
    <w:p w:rsidR="00AA311B" w:rsidRPr="009162CB" w:rsidRDefault="00AA311B" w:rsidP="00713566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 w:rsidRPr="009162CB">
        <w:rPr>
          <w:rFonts w:ascii="Bookman Old Style" w:hAnsi="Bookman Old Style"/>
        </w:rPr>
        <w:t xml:space="preserve">Un cop feta aquesta presentació oral, </w:t>
      </w:r>
      <w:r>
        <w:rPr>
          <w:rFonts w:ascii="Bookman Old Style" w:hAnsi="Bookman Old Style"/>
        </w:rPr>
        <w:t xml:space="preserve">en el cas de l’alumnat de 1r d’ESO (o d’un/a alumne/a nou/va), </w:t>
      </w:r>
      <w:r w:rsidRPr="009162CB">
        <w:rPr>
          <w:rFonts w:ascii="Bookman Old Style" w:hAnsi="Bookman Old Style"/>
        </w:rPr>
        <w:t>cada</w:t>
      </w:r>
      <w:r>
        <w:rPr>
          <w:rFonts w:ascii="Bookman Old Style" w:hAnsi="Bookman Old Style"/>
        </w:rPr>
        <w:t xml:space="preserve">scú/na </w:t>
      </w:r>
      <w:r w:rsidRPr="009162CB">
        <w:rPr>
          <w:rFonts w:ascii="Bookman Old Style" w:hAnsi="Bookman Old Style"/>
        </w:rPr>
        <w:t>emplena la seva fitxa personal.</w:t>
      </w:r>
    </w:p>
    <w:p w:rsidR="00AA311B" w:rsidRDefault="00AA311B" w:rsidP="00713566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 w:rsidRPr="009162CB">
        <w:rPr>
          <w:rFonts w:ascii="Bookman Old Style" w:hAnsi="Bookman Old Style"/>
        </w:rPr>
        <w:t xml:space="preserve">Es reparteixen les </w:t>
      </w:r>
      <w:r>
        <w:rPr>
          <w:rFonts w:ascii="Bookman Old Style" w:hAnsi="Bookman Old Style"/>
        </w:rPr>
        <w:t>agendes i s’explica el seu ús</w:t>
      </w:r>
      <w:r w:rsidRPr="009162CB">
        <w:rPr>
          <w:rFonts w:ascii="Bookman Old Style" w:hAnsi="Bookman Old Style"/>
        </w:rPr>
        <w:t>.</w:t>
      </w:r>
    </w:p>
    <w:p w:rsidR="00AA311B" w:rsidRDefault="00AA311B" w:rsidP="00713566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Es lliura l’horari del grup i s’explica.</w:t>
      </w:r>
    </w:p>
    <w:p w:rsidR="00AA311B" w:rsidRDefault="00AA311B" w:rsidP="00713566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 w:rsidRPr="009162CB">
        <w:rPr>
          <w:rFonts w:ascii="Bookman Old Style" w:hAnsi="Bookman Old Style"/>
        </w:rPr>
        <w:t>Es reparteixen les</w:t>
      </w:r>
      <w:r>
        <w:rPr>
          <w:rFonts w:ascii="Bookman Old Style" w:hAnsi="Bookman Old Style"/>
        </w:rPr>
        <w:t xml:space="preserve"> carpetes a l’alumnat que ha pagat el material escolar.</w:t>
      </w:r>
    </w:p>
    <w:p w:rsidR="00AA311B" w:rsidRDefault="00AA311B" w:rsidP="00713566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Es recorda a l’alumnat tot el que fa referència al material (material mínim necessari, conseqüències de no portar-lo, endur-se’l sempre a casa, l’obligatorietat de fer el pagament del material escolar del Centre...).</w:t>
      </w:r>
    </w:p>
    <w:p w:rsidR="00AA311B" w:rsidRDefault="00AA311B" w:rsidP="00713566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Explicació dels punts bàsics de la normativa del Centre (disciplina, retards, mòbils, lavabos...).</w:t>
      </w:r>
    </w:p>
    <w:p w:rsidR="00AA311B" w:rsidRDefault="00AA311B" w:rsidP="00713566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Es recorda el treball d’hàbits que es farà durant les primeres setmanes.</w:t>
      </w:r>
    </w:p>
    <w:p w:rsidR="00AA311B" w:rsidRPr="009162CB" w:rsidRDefault="00AA311B" w:rsidP="00713566">
      <w:pPr>
        <w:jc w:val="both"/>
        <w:rPr>
          <w:rFonts w:ascii="Bookman Old Style" w:hAnsi="Bookman Old Style"/>
        </w:rPr>
      </w:pPr>
    </w:p>
    <w:p w:rsidR="00AA311B" w:rsidRPr="00716CD4" w:rsidRDefault="00AA311B" w:rsidP="00713566">
      <w:pPr>
        <w:jc w:val="both"/>
        <w:rPr>
          <w:rFonts w:ascii="Bookman Old Style" w:hAnsi="Bookman Old Style"/>
          <w:b/>
          <w:sz w:val="22"/>
          <w:szCs w:val="22"/>
        </w:rPr>
      </w:pPr>
      <w:r w:rsidRPr="00716CD4">
        <w:rPr>
          <w:rFonts w:ascii="Bookman Old Style" w:hAnsi="Bookman Old Style"/>
          <w:b/>
          <w:sz w:val="22"/>
          <w:szCs w:val="22"/>
        </w:rPr>
        <w:t>(L’Equip Docent del grup acompanya en tot moment el/la tutor/a  i ajuda</w:t>
      </w:r>
      <w:r>
        <w:rPr>
          <w:rFonts w:ascii="Bookman Old Style" w:hAnsi="Bookman Old Style"/>
          <w:b/>
          <w:sz w:val="22"/>
          <w:szCs w:val="22"/>
        </w:rPr>
        <w:t xml:space="preserve"> a reforçar els missatges donats)</w:t>
      </w:r>
      <w:r w:rsidRPr="00716CD4">
        <w:rPr>
          <w:rFonts w:ascii="Bookman Old Style" w:hAnsi="Bookman Old Style"/>
          <w:b/>
          <w:sz w:val="22"/>
          <w:szCs w:val="22"/>
        </w:rPr>
        <w:t>.</w:t>
      </w:r>
    </w:p>
    <w:p w:rsidR="00AA311B" w:rsidRPr="009162CB" w:rsidRDefault="00AA311B" w:rsidP="00713566">
      <w:pPr>
        <w:jc w:val="both"/>
        <w:rPr>
          <w:rFonts w:ascii="Bookman Old Style" w:hAnsi="Bookman Old Style"/>
        </w:rPr>
      </w:pPr>
    </w:p>
    <w:p w:rsidR="00AA311B" w:rsidRDefault="00AA311B" w:rsidP="00713566">
      <w:pPr>
        <w:jc w:val="both"/>
        <w:rPr>
          <w:rFonts w:ascii="Bookman Old Style" w:hAnsi="Bookman Old Style"/>
          <w:b/>
        </w:rPr>
      </w:pPr>
    </w:p>
    <w:p w:rsidR="00AA311B" w:rsidRPr="009162CB" w:rsidRDefault="00AA311B" w:rsidP="00713566">
      <w:pPr>
        <w:jc w:val="both"/>
        <w:rPr>
          <w:rFonts w:ascii="Bookman Old Style" w:hAnsi="Bookman Old Style"/>
          <w:b/>
        </w:rPr>
      </w:pPr>
    </w:p>
    <w:p w:rsidR="00AA311B" w:rsidRDefault="00AA311B" w:rsidP="00B84019">
      <w:pPr>
        <w:jc w:val="both"/>
        <w:rPr>
          <w:rFonts w:ascii="Bookman Old Style" w:hAnsi="Bookman Old Style"/>
          <w:b/>
          <w:u w:val="single"/>
        </w:rPr>
      </w:pPr>
    </w:p>
    <w:p w:rsidR="00AA311B" w:rsidRPr="009162CB" w:rsidRDefault="00AA311B" w:rsidP="00B84019">
      <w:pPr>
        <w:jc w:val="both"/>
        <w:rPr>
          <w:rFonts w:ascii="Bookman Old Style" w:hAnsi="Bookman Old Style"/>
          <w:b/>
          <w:u w:val="single"/>
        </w:rPr>
      </w:pPr>
    </w:p>
    <w:p w:rsidR="00AA311B" w:rsidRPr="009162CB" w:rsidRDefault="00AA311B" w:rsidP="0071356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Proves de nivell de 10.00 a 13.00 hores, a l’aula corresponent.</w:t>
      </w:r>
    </w:p>
    <w:p w:rsidR="00AA311B" w:rsidRDefault="00AA311B"/>
    <w:sectPr w:rsidR="00AA311B" w:rsidSect="004142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33B3"/>
    <w:multiLevelType w:val="hybridMultilevel"/>
    <w:tmpl w:val="86F4BB46"/>
    <w:lvl w:ilvl="0" w:tplc="2CC04E0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68A66B00"/>
    <w:multiLevelType w:val="hybridMultilevel"/>
    <w:tmpl w:val="620A8C72"/>
    <w:lvl w:ilvl="0" w:tplc="0BC841B0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566"/>
    <w:rsid w:val="00276ED3"/>
    <w:rsid w:val="00351242"/>
    <w:rsid w:val="003874E4"/>
    <w:rsid w:val="004142DD"/>
    <w:rsid w:val="004A3F50"/>
    <w:rsid w:val="004D2748"/>
    <w:rsid w:val="004D46FF"/>
    <w:rsid w:val="0053431F"/>
    <w:rsid w:val="005C540C"/>
    <w:rsid w:val="005E3FBA"/>
    <w:rsid w:val="00626B64"/>
    <w:rsid w:val="00713566"/>
    <w:rsid w:val="00716CD4"/>
    <w:rsid w:val="007D6F1F"/>
    <w:rsid w:val="00890806"/>
    <w:rsid w:val="009162CB"/>
    <w:rsid w:val="009243C2"/>
    <w:rsid w:val="009B2105"/>
    <w:rsid w:val="00AA311B"/>
    <w:rsid w:val="00AA6E50"/>
    <w:rsid w:val="00B1085E"/>
    <w:rsid w:val="00B84019"/>
    <w:rsid w:val="00C428CB"/>
    <w:rsid w:val="00D2532E"/>
    <w:rsid w:val="00D412C6"/>
    <w:rsid w:val="00D5287E"/>
    <w:rsid w:val="00DD4606"/>
    <w:rsid w:val="00E412BE"/>
    <w:rsid w:val="00E61390"/>
    <w:rsid w:val="00F337AE"/>
    <w:rsid w:val="00FD1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566"/>
    <w:rPr>
      <w:rFonts w:ascii="Times New Roman" w:eastAsia="Times New Roman" w:hAnsi="Times New Roman"/>
      <w:sz w:val="24"/>
      <w:szCs w:val="24"/>
      <w:lang w:val="ca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220</Words>
  <Characters>1211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ACOLLIDA  ALUMNAT  D’ESO</dc:title>
  <dc:subject/>
  <dc:creator>*</dc:creator>
  <cp:keywords/>
  <dc:description/>
  <cp:lastModifiedBy>pc</cp:lastModifiedBy>
  <cp:revision>2</cp:revision>
  <dcterms:created xsi:type="dcterms:W3CDTF">2014-01-19T17:55:00Z</dcterms:created>
  <dcterms:modified xsi:type="dcterms:W3CDTF">2014-01-19T17:55:00Z</dcterms:modified>
</cp:coreProperties>
</file>